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E11D7" w14:textId="0CDCA3E9" w:rsidR="00010363" w:rsidRDefault="00D004E4">
      <w:r>
        <w:rPr>
          <w:noProof/>
        </w:rPr>
        <w:drawing>
          <wp:anchor distT="152400" distB="152400" distL="152400" distR="152400" simplePos="0" relativeHeight="251658240" behindDoc="0" locked="0" layoutInCell="1" allowOverlap="1" wp14:anchorId="2EDF2745" wp14:editId="41F252D7">
            <wp:simplePos x="0" y="0"/>
            <wp:positionH relativeFrom="page">
              <wp:posOffset>584698</wp:posOffset>
            </wp:positionH>
            <wp:positionV relativeFrom="page">
              <wp:posOffset>310798</wp:posOffset>
            </wp:positionV>
            <wp:extent cx="1811209" cy="121676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Image 1073741825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1209" cy="12167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C5BEEBC" w14:textId="77777777" w:rsidR="00745F65" w:rsidRDefault="00745F65"/>
    <w:p w14:paraId="75A408FC" w14:textId="77777777" w:rsidR="00EE086E" w:rsidRDefault="00EE086E"/>
    <w:p w14:paraId="4A89FF7A" w14:textId="77777777" w:rsidR="007A3926" w:rsidRDefault="007A3926"/>
    <w:p w14:paraId="2087DC8D" w14:textId="205FAFC0" w:rsidR="007A3926" w:rsidRPr="007A3926" w:rsidRDefault="007A3926" w:rsidP="007A3926">
      <w:pPr>
        <w:jc w:val="right"/>
        <w:rPr>
          <w:rFonts w:ascii="Marianne" w:hAnsi="Marianne"/>
          <w:b/>
          <w:bCs/>
          <w:sz w:val="40"/>
          <w:szCs w:val="40"/>
          <w:lang w:val="fr-FR"/>
        </w:rPr>
      </w:pPr>
      <w:r w:rsidRPr="007A3926">
        <w:rPr>
          <w:rFonts w:ascii="Marianne" w:hAnsi="Marianne"/>
          <w:b/>
          <w:bCs/>
          <w:sz w:val="40"/>
          <w:szCs w:val="40"/>
          <w:lang w:val="fr-FR"/>
        </w:rPr>
        <w:t>Mémo ENT</w:t>
      </w:r>
      <w:r w:rsidR="00826FC0">
        <w:rPr>
          <w:rFonts w:ascii="Marianne" w:hAnsi="Marianne"/>
          <w:b/>
          <w:bCs/>
          <w:sz w:val="40"/>
          <w:szCs w:val="40"/>
          <w:lang w:val="fr-FR"/>
        </w:rPr>
        <w:t xml:space="preserve"> NÉO</w:t>
      </w:r>
    </w:p>
    <w:p w14:paraId="3F57CD0E" w14:textId="3C40E46C" w:rsidR="007A3926" w:rsidRDefault="007A3926" w:rsidP="007A3926">
      <w:pPr>
        <w:jc w:val="right"/>
        <w:rPr>
          <w:rFonts w:ascii="Marianne" w:hAnsi="Marianne"/>
          <w:sz w:val="36"/>
          <w:szCs w:val="36"/>
          <w:lang w:val="fr-FR"/>
        </w:rPr>
      </w:pPr>
      <w:r w:rsidRPr="007A3926">
        <w:rPr>
          <w:rFonts w:ascii="Marianne" w:hAnsi="Marianne"/>
          <w:sz w:val="36"/>
          <w:szCs w:val="36"/>
          <w:lang w:val="fr-FR"/>
        </w:rPr>
        <w:t>Parents délégués de classe</w:t>
      </w:r>
    </w:p>
    <w:p w14:paraId="4F81DF38" w14:textId="77777777" w:rsidR="007A3926" w:rsidRDefault="007A3926" w:rsidP="007A3926">
      <w:pPr>
        <w:jc w:val="right"/>
        <w:rPr>
          <w:rFonts w:ascii="Marianne" w:hAnsi="Marianne"/>
          <w:sz w:val="36"/>
          <w:szCs w:val="36"/>
          <w:lang w:val="fr-FR"/>
        </w:rPr>
      </w:pPr>
    </w:p>
    <w:p w14:paraId="47A624BD" w14:textId="6C0C157F" w:rsidR="007A3926" w:rsidRPr="007A3926" w:rsidRDefault="007A3926" w:rsidP="007A3926">
      <w:pPr>
        <w:rPr>
          <w:rFonts w:ascii="Marianne" w:hAnsi="Marianne"/>
          <w:b/>
          <w:bCs/>
          <w:sz w:val="32"/>
          <w:szCs w:val="32"/>
          <w:lang w:val="fr-FR"/>
        </w:rPr>
      </w:pPr>
      <w:r w:rsidRPr="007A3926">
        <w:rPr>
          <w:rFonts w:ascii="Marianne" w:hAnsi="Marianne"/>
          <w:b/>
          <w:bCs/>
          <w:sz w:val="32"/>
          <w:szCs w:val="32"/>
          <w:lang w:val="fr-FR"/>
        </w:rPr>
        <w:t>Comment écrire un courriel aux parents de la classe</w:t>
      </w:r>
      <w:r w:rsidRPr="007A3926">
        <w:rPr>
          <w:rFonts w:ascii="Cambria" w:hAnsi="Cambria" w:cs="Cambria"/>
          <w:b/>
          <w:bCs/>
          <w:sz w:val="32"/>
          <w:szCs w:val="32"/>
          <w:lang w:val="fr-FR"/>
        </w:rPr>
        <w:t> </w:t>
      </w:r>
      <w:r w:rsidRPr="007A3926">
        <w:rPr>
          <w:rFonts w:ascii="Marianne" w:hAnsi="Marianne" w:cs="Cambria"/>
          <w:b/>
          <w:bCs/>
          <w:sz w:val="32"/>
          <w:szCs w:val="32"/>
          <w:lang w:val="fr-FR"/>
        </w:rPr>
        <w:t xml:space="preserve">301 </w:t>
      </w:r>
      <w:r w:rsidRPr="007A3926">
        <w:rPr>
          <w:rFonts w:ascii="Marianne" w:hAnsi="Marianne"/>
          <w:b/>
          <w:bCs/>
          <w:sz w:val="32"/>
          <w:szCs w:val="32"/>
          <w:lang w:val="fr-FR"/>
        </w:rPr>
        <w:t>?</w:t>
      </w:r>
    </w:p>
    <w:p w14:paraId="447724C8" w14:textId="77777777" w:rsidR="007A3926" w:rsidRDefault="007A3926" w:rsidP="007A3926">
      <w:pPr>
        <w:rPr>
          <w:rFonts w:ascii="Marianne" w:hAnsi="Marianne"/>
          <w:sz w:val="28"/>
          <w:szCs w:val="28"/>
          <w:lang w:val="fr-FR"/>
        </w:rPr>
      </w:pPr>
    </w:p>
    <w:p w14:paraId="2F42761C" w14:textId="372A92F6" w:rsidR="007A3926" w:rsidRPr="00E90968" w:rsidRDefault="007A3926" w:rsidP="007A3926">
      <w:pPr>
        <w:rPr>
          <w:rFonts w:ascii="Marianne" w:hAnsi="Marianne"/>
          <w:sz w:val="28"/>
          <w:szCs w:val="28"/>
          <w:lang w:val="fr-FR"/>
        </w:rPr>
      </w:pPr>
      <w:r w:rsidRPr="007A3926">
        <w:rPr>
          <w:rFonts w:ascii="Marianne" w:hAnsi="Marianne"/>
          <w:lang w:val="fr-FR"/>
        </w:rPr>
        <w:t xml:space="preserve">Depuis le navigateur internet de </w:t>
      </w:r>
      <w:r w:rsidRPr="007A3926">
        <w:rPr>
          <w:rFonts w:ascii="Marianne" w:hAnsi="Marianne"/>
          <w:b/>
          <w:bCs/>
          <w:lang w:val="fr-FR"/>
        </w:rPr>
        <w:t xml:space="preserve">votre ordinateur </w:t>
      </w:r>
      <w:r w:rsidRPr="007A3926">
        <w:rPr>
          <w:rFonts w:ascii="Marianne" w:hAnsi="Marianne"/>
          <w:lang w:val="fr-FR"/>
        </w:rPr>
        <w:t xml:space="preserve">se rendre dans </w:t>
      </w:r>
      <w:r>
        <w:rPr>
          <w:rFonts w:ascii="Marianne" w:hAnsi="Marianne"/>
          <w:lang w:val="fr-FR"/>
        </w:rPr>
        <w:t xml:space="preserve">sur votre ENT puis </w:t>
      </w:r>
      <w:r w:rsidRPr="007A3926">
        <w:rPr>
          <w:rFonts w:ascii="Marianne" w:hAnsi="Marianne"/>
          <w:lang w:val="fr-FR"/>
        </w:rPr>
        <w:t xml:space="preserve">depuis le menu en haut à droite </w:t>
      </w:r>
      <w:r w:rsidRPr="007A3926">
        <w:rPr>
          <w:rFonts w:ascii="Marianne" w:hAnsi="Marianne"/>
          <w:noProof/>
          <w:lang w:val="fr-FR"/>
        </w:rPr>
        <w:drawing>
          <wp:inline distT="0" distB="0" distL="0" distR="0" wp14:anchorId="4CB02EC7" wp14:editId="05FD1577">
            <wp:extent cx="341773" cy="295431"/>
            <wp:effectExtent l="0" t="0" r="1270" b="0"/>
            <wp:docPr id="2091086054" name="Image 2" descr="Une image contenant Graphique, logo, Bleu électriqu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086054" name="Image 2" descr="Une image contenant Graphique, logo, Bleu électrique, capture d’écran&#10;&#10;Description générée automatiquemen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279" cy="32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3926">
        <w:rPr>
          <w:rFonts w:ascii="Marianne" w:hAnsi="Marianne"/>
          <w:lang w:val="fr-FR"/>
        </w:rPr>
        <w:t xml:space="preserve"> ou depuis liste des applications </w:t>
      </w:r>
      <w:r w:rsidRPr="007A3926">
        <w:rPr>
          <w:rFonts w:ascii="Marianne" w:hAnsi="Marianne"/>
          <w:noProof/>
          <w:lang w:val="fr-FR"/>
        </w:rPr>
        <w:drawing>
          <wp:inline distT="0" distB="0" distL="0" distR="0" wp14:anchorId="7866B037" wp14:editId="7BFFFC53">
            <wp:extent cx="436880" cy="254833"/>
            <wp:effectExtent l="0" t="0" r="0" b="0"/>
            <wp:docPr id="205077946" name="Image 1" descr="Une image contenant texte, conception, Police, blan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77946" name="Image 1" descr="Une image contenant texte, conception, Police, blanc&#10;&#10;Description générée automatiquement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771"/>
                    <a:stretch/>
                  </pic:blipFill>
                  <pic:spPr bwMode="auto">
                    <a:xfrm>
                      <a:off x="0" y="0"/>
                      <a:ext cx="458512" cy="267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A3926">
        <w:rPr>
          <w:rFonts w:ascii="Marianne" w:hAnsi="Marianne"/>
          <w:lang w:val="fr-FR"/>
        </w:rPr>
        <w:t xml:space="preserve"> </w:t>
      </w:r>
      <w:r>
        <w:rPr>
          <w:rFonts w:ascii="Marianne" w:hAnsi="Marianne"/>
          <w:lang w:val="fr-FR"/>
        </w:rPr>
        <w:t>accéder à l’interface de saisie d’un courriel.</w:t>
      </w:r>
    </w:p>
    <w:p w14:paraId="4E3E23E3" w14:textId="77777777" w:rsidR="00505440" w:rsidRPr="007A3926" w:rsidRDefault="00505440" w:rsidP="007A3926">
      <w:pPr>
        <w:rPr>
          <w:rFonts w:ascii="Marianne" w:hAnsi="Marianne"/>
          <w:lang w:val="fr-FR"/>
        </w:rPr>
      </w:pPr>
    </w:p>
    <w:p w14:paraId="1D281B08" w14:textId="77777777" w:rsidR="00505440" w:rsidRDefault="00505440" w:rsidP="00505440">
      <w:pPr>
        <w:keepNext/>
        <w:jc w:val="center"/>
      </w:pPr>
      <w:r>
        <w:rPr>
          <w:rFonts w:ascii="Marianne" w:hAnsi="Marianne"/>
          <w:noProof/>
          <w:sz w:val="28"/>
          <w:szCs w:val="28"/>
          <w:lang w:val="fr-FR"/>
        </w:rPr>
        <w:drawing>
          <wp:inline distT="0" distB="0" distL="0" distR="0" wp14:anchorId="5A97180E" wp14:editId="5BD1D19C">
            <wp:extent cx="5490543" cy="2381818"/>
            <wp:effectExtent l="25400" t="25400" r="85090" b="95250"/>
            <wp:docPr id="714911643" name="Image 3" descr="Une image contenant texte, capture d’écran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911643" name="Image 3" descr="Une image contenant texte, capture d’écran, Police&#10;&#10;Description générée automatiquement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2929" cy="2391529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35C311A" w14:textId="0251ED76" w:rsidR="007A3926" w:rsidRDefault="00505440" w:rsidP="00505440">
      <w:pPr>
        <w:pStyle w:val="Lgende"/>
        <w:jc w:val="center"/>
        <w:rPr>
          <w:lang w:val="fr-FR"/>
        </w:rPr>
      </w:pPr>
      <w:r w:rsidRPr="00505440">
        <w:rPr>
          <w:lang w:val="fr-FR"/>
        </w:rPr>
        <w:t xml:space="preserve">Figure </w:t>
      </w:r>
      <w:r>
        <w:fldChar w:fldCharType="begin"/>
      </w:r>
      <w:r w:rsidRPr="00505440">
        <w:rPr>
          <w:lang w:val="fr-FR"/>
        </w:rPr>
        <w:instrText xml:space="preserve"> SEQ Figure \* ARABIC </w:instrText>
      </w:r>
      <w:r>
        <w:fldChar w:fldCharType="separate"/>
      </w:r>
      <w:r w:rsidR="00E90968">
        <w:rPr>
          <w:noProof/>
          <w:lang w:val="fr-FR"/>
        </w:rPr>
        <w:t>1</w:t>
      </w:r>
      <w:r>
        <w:fldChar w:fldCharType="end"/>
      </w:r>
      <w:r w:rsidRPr="00505440">
        <w:rPr>
          <w:lang w:val="fr-FR"/>
        </w:rPr>
        <w:t>: formulaire de saisie d'un courriel</w:t>
      </w:r>
      <w:r>
        <w:rPr>
          <w:lang w:val="fr-FR"/>
        </w:rPr>
        <w:t xml:space="preserve"> dans l’ENT NÉO</w:t>
      </w:r>
    </w:p>
    <w:p w14:paraId="0CBFB2B8" w14:textId="70379D24" w:rsidR="00505440" w:rsidRPr="00505440" w:rsidRDefault="00505440" w:rsidP="00505440">
      <w:pPr>
        <w:rPr>
          <w:rFonts w:ascii="Marianne" w:hAnsi="Marianne"/>
          <w:b/>
          <w:bCs/>
          <w:lang w:val="fr-FR"/>
        </w:rPr>
      </w:pPr>
      <w:r w:rsidRPr="00505440">
        <w:rPr>
          <w:rFonts w:ascii="Marianne" w:hAnsi="Marianne"/>
          <w:b/>
          <w:bCs/>
          <w:lang w:val="fr-FR"/>
        </w:rPr>
        <w:t>Bonne pratique</w:t>
      </w:r>
    </w:p>
    <w:p w14:paraId="2BA8231C" w14:textId="124F3067" w:rsidR="00505440" w:rsidRDefault="00505440" w:rsidP="00505440">
      <w:pPr>
        <w:rPr>
          <w:rFonts w:ascii="Marianne" w:hAnsi="Marianne"/>
          <w:lang w:val="fr-FR"/>
        </w:rPr>
      </w:pPr>
      <w:r w:rsidRPr="00505440">
        <w:rPr>
          <w:rFonts w:ascii="Marianne" w:hAnsi="Marianne"/>
          <w:lang w:val="fr-FR"/>
        </w:rPr>
        <w:t xml:space="preserve">On utilise toujours les </w:t>
      </w:r>
      <w:r w:rsidRPr="00505440">
        <w:rPr>
          <w:rFonts w:ascii="Marianne" w:hAnsi="Marianne"/>
          <w:b/>
          <w:bCs/>
          <w:lang w:val="fr-FR"/>
        </w:rPr>
        <w:t>listes de diffusion</w:t>
      </w:r>
      <w:r>
        <w:rPr>
          <w:rFonts w:ascii="Marianne" w:hAnsi="Marianne"/>
          <w:b/>
          <w:bCs/>
          <w:lang w:val="fr-FR"/>
        </w:rPr>
        <w:t>/groupes</w:t>
      </w:r>
      <w:r w:rsidRPr="00505440">
        <w:rPr>
          <w:rFonts w:ascii="Marianne" w:hAnsi="Marianne"/>
          <w:b/>
          <w:bCs/>
          <w:lang w:val="fr-FR"/>
        </w:rPr>
        <w:t xml:space="preserve"> en </w:t>
      </w:r>
      <w:r w:rsidRPr="00C83496">
        <w:rPr>
          <w:rFonts w:ascii="Marianne" w:hAnsi="Marianne"/>
          <w:b/>
          <w:bCs/>
          <w:u w:val="single"/>
          <w:lang w:val="fr-FR"/>
        </w:rPr>
        <w:t>copie cachée</w:t>
      </w:r>
      <w:r w:rsidRPr="00505440">
        <w:rPr>
          <w:rFonts w:ascii="Marianne" w:hAnsi="Marianne"/>
          <w:lang w:val="fr-FR"/>
        </w:rPr>
        <w:t xml:space="preserve"> lorsque l’on souhaite faire des communications en masse.</w:t>
      </w:r>
    </w:p>
    <w:p w14:paraId="485DC95F" w14:textId="77777777" w:rsidR="00505440" w:rsidRDefault="00505440" w:rsidP="00505440">
      <w:pPr>
        <w:rPr>
          <w:rFonts w:ascii="Marianne" w:hAnsi="Marianne"/>
          <w:lang w:val="fr-FR"/>
        </w:rPr>
      </w:pPr>
    </w:p>
    <w:p w14:paraId="5AA6D017" w14:textId="7C1DC8A6" w:rsidR="00505440" w:rsidRPr="00505440" w:rsidRDefault="00505440" w:rsidP="00505440">
      <w:pPr>
        <w:rPr>
          <w:rFonts w:ascii="Marianne" w:hAnsi="Marianne"/>
          <w:b/>
          <w:bCs/>
          <w:lang w:val="fr-FR"/>
        </w:rPr>
      </w:pPr>
      <w:r w:rsidRPr="00505440">
        <w:rPr>
          <w:rFonts w:ascii="Marianne" w:hAnsi="Marianne"/>
          <w:b/>
          <w:bCs/>
          <w:lang w:val="fr-FR"/>
        </w:rPr>
        <w:t>Remarque</w:t>
      </w:r>
    </w:p>
    <w:p w14:paraId="3FD92D37" w14:textId="569A2543" w:rsidR="00505440" w:rsidRDefault="00505440" w:rsidP="00505440">
      <w:pPr>
        <w:rPr>
          <w:rFonts w:ascii="Marianne" w:hAnsi="Marianne"/>
          <w:lang w:val="fr-FR"/>
        </w:rPr>
      </w:pPr>
      <w:r>
        <w:rPr>
          <w:rFonts w:ascii="Marianne" w:hAnsi="Marianne"/>
          <w:lang w:val="fr-FR"/>
        </w:rPr>
        <w:t>Dans l’exemple ci-dessus tous les parents délégués de la classe recevront les messages de réponse des parents de la classe.</w:t>
      </w:r>
    </w:p>
    <w:p w14:paraId="3F63B995" w14:textId="77777777" w:rsidR="00505440" w:rsidRDefault="00505440" w:rsidP="00505440">
      <w:pPr>
        <w:rPr>
          <w:rFonts w:ascii="Marianne" w:hAnsi="Marianne"/>
          <w:lang w:val="fr-FR"/>
        </w:rPr>
      </w:pPr>
    </w:p>
    <w:p w14:paraId="1A7A61ED" w14:textId="05029B33" w:rsidR="00505440" w:rsidRDefault="00505440" w:rsidP="00505440">
      <w:pPr>
        <w:rPr>
          <w:rFonts w:ascii="Marianne" w:hAnsi="Marianne"/>
          <w:b/>
          <w:bCs/>
          <w:lang w:val="fr-FR"/>
        </w:rPr>
      </w:pPr>
      <w:r w:rsidRPr="00505440">
        <w:rPr>
          <w:rFonts w:ascii="Marianne" w:hAnsi="Marianne"/>
          <w:b/>
          <w:bCs/>
          <w:lang w:val="fr-FR"/>
        </w:rPr>
        <w:t>Truc et astuce</w:t>
      </w:r>
    </w:p>
    <w:p w14:paraId="1E311798" w14:textId="248FECB5" w:rsidR="00505440" w:rsidRDefault="00E90968" w:rsidP="00505440">
      <w:pPr>
        <w:rPr>
          <w:rFonts w:ascii="Marianne" w:hAnsi="Marianne"/>
          <w:lang w:val="fr-FR"/>
        </w:rPr>
      </w:pPr>
      <w:r>
        <w:rPr>
          <w:rFonts w:ascii="Marianne" w:hAnsi="Marianne"/>
          <w:lang w:val="fr-FR"/>
        </w:rPr>
        <w:t>Penser à soigner votre présentation en ajoutant votre signature au courriel.</w:t>
      </w:r>
    </w:p>
    <w:p w14:paraId="50BDBD3F" w14:textId="77777777" w:rsidR="00E90968" w:rsidRPr="00E90968" w:rsidRDefault="00E90968" w:rsidP="00505440">
      <w:pPr>
        <w:rPr>
          <w:rFonts w:ascii="Marianne" w:hAnsi="Marianne"/>
          <w:lang w:val="fr-FR"/>
        </w:rPr>
      </w:pPr>
    </w:p>
    <w:p w14:paraId="0FF44D29" w14:textId="77777777" w:rsidR="00E90968" w:rsidRDefault="00E90968" w:rsidP="00E90968">
      <w:pPr>
        <w:keepNext/>
        <w:jc w:val="center"/>
      </w:pPr>
      <w:r>
        <w:rPr>
          <w:rFonts w:ascii="Marianne" w:hAnsi="Marianne"/>
          <w:b/>
          <w:bCs/>
          <w:noProof/>
          <w:lang w:val="fr-FR"/>
        </w:rPr>
        <w:drawing>
          <wp:inline distT="0" distB="0" distL="0" distR="0" wp14:anchorId="65A98FBC" wp14:editId="4CAF5F20">
            <wp:extent cx="5508885" cy="1142588"/>
            <wp:effectExtent l="25400" t="25400" r="92075" b="89535"/>
            <wp:docPr id="1558979503" name="Image 4" descr="Une image contenant texte, Police, blanc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979503" name="Image 4" descr="Une image contenant texte, Police, blanc, ligne&#10;&#10;Description générée automatiquement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8763" cy="1146711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008B47D" w14:textId="31871BC5" w:rsidR="00505440" w:rsidRPr="00505440" w:rsidRDefault="00E90968" w:rsidP="00E90968">
      <w:pPr>
        <w:pStyle w:val="Lgende"/>
        <w:jc w:val="center"/>
        <w:rPr>
          <w:rFonts w:ascii="Marianne" w:hAnsi="Marianne"/>
          <w:b/>
          <w:bCs/>
          <w:lang w:val="fr-FR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: Proposition de </w:t>
      </w:r>
      <w:proofErr w:type="gramStart"/>
      <w:r>
        <w:t>signature</w:t>
      </w:r>
      <w:proofErr w:type="gramEnd"/>
    </w:p>
    <w:sectPr w:rsidR="00505440" w:rsidRPr="00505440" w:rsidSect="00616CCD">
      <w:footerReference w:type="default" r:id="rId15"/>
      <w:pgSz w:w="11906" w:h="16838"/>
      <w:pgMar w:top="1134" w:right="1134" w:bottom="1134" w:left="1134" w:header="36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A0F73" w14:textId="77777777" w:rsidR="00616CCD" w:rsidRDefault="00616CCD">
      <w:r>
        <w:separator/>
      </w:r>
    </w:p>
  </w:endnote>
  <w:endnote w:type="continuationSeparator" w:id="0">
    <w:p w14:paraId="1C0415B0" w14:textId="77777777" w:rsidR="00616CCD" w:rsidRDefault="00616CCD">
      <w:r>
        <w:continuationSeparator/>
      </w:r>
    </w:p>
  </w:endnote>
  <w:endnote w:type="continuationNotice" w:id="1">
    <w:p w14:paraId="7390EFC5" w14:textId="77777777" w:rsidR="00616CCD" w:rsidRDefault="00616C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Medium"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Marianne">
    <w:altName w:val="Calibri"/>
    <w:panose1 w:val="02000000000000000000"/>
    <w:charset w:val="00"/>
    <w:family w:val="auto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DF64" w14:textId="23D81062" w:rsidR="00117752" w:rsidRPr="00117752" w:rsidRDefault="00117752">
    <w:pPr>
      <w:pStyle w:val="Pieddepage"/>
      <w:rPr>
        <w:rFonts w:ascii="Marianne" w:hAnsi="Marianne"/>
        <w:sz w:val="20"/>
        <w:szCs w:val="20"/>
        <w:lang w:val="fr-FR"/>
      </w:rPr>
    </w:pPr>
    <w:r>
      <w:rPr>
        <w:lang w:val="fr-FR"/>
      </w:rPr>
      <w:tab/>
    </w:r>
    <w:r>
      <w:rPr>
        <w:lang w:val="fr-FR"/>
      </w:rPr>
      <w:tab/>
    </w:r>
    <w:r w:rsidRPr="00117752">
      <w:rPr>
        <w:rFonts w:ascii="Marianne" w:hAnsi="Marianne"/>
        <w:sz w:val="20"/>
        <w:szCs w:val="20"/>
        <w:lang w:val="fr-FR"/>
      </w:rPr>
      <w:t>Version 1.0 - Janvier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32D54" w14:textId="77777777" w:rsidR="00616CCD" w:rsidRDefault="00616CCD">
      <w:r>
        <w:separator/>
      </w:r>
    </w:p>
  </w:footnote>
  <w:footnote w:type="continuationSeparator" w:id="0">
    <w:p w14:paraId="245CFB49" w14:textId="77777777" w:rsidR="00616CCD" w:rsidRDefault="00616CCD">
      <w:r>
        <w:continuationSeparator/>
      </w:r>
    </w:p>
  </w:footnote>
  <w:footnote w:type="continuationNotice" w:id="1">
    <w:p w14:paraId="6DE37FF1" w14:textId="77777777" w:rsidR="00616CCD" w:rsidRDefault="00616C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5F4D"/>
    <w:multiLevelType w:val="hybridMultilevel"/>
    <w:tmpl w:val="A08A3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116C2D"/>
    <w:multiLevelType w:val="hybridMultilevel"/>
    <w:tmpl w:val="ACD4D1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222919">
    <w:abstractNumId w:val="0"/>
  </w:num>
  <w:num w:numId="2" w16cid:durableId="1300838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defaultTabStop w:val="720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F65"/>
    <w:rsid w:val="000068F6"/>
    <w:rsid w:val="00010363"/>
    <w:rsid w:val="00022705"/>
    <w:rsid w:val="000228CD"/>
    <w:rsid w:val="000C48CE"/>
    <w:rsid w:val="000D78B0"/>
    <w:rsid w:val="000E3AF3"/>
    <w:rsid w:val="00110633"/>
    <w:rsid w:val="00117752"/>
    <w:rsid w:val="00134182"/>
    <w:rsid w:val="001408F9"/>
    <w:rsid w:val="001653A4"/>
    <w:rsid w:val="0018433D"/>
    <w:rsid w:val="00184A1F"/>
    <w:rsid w:val="001903CF"/>
    <w:rsid w:val="001C423D"/>
    <w:rsid w:val="001E0F2A"/>
    <w:rsid w:val="00215063"/>
    <w:rsid w:val="00223F0E"/>
    <w:rsid w:val="002620E4"/>
    <w:rsid w:val="00275F58"/>
    <w:rsid w:val="00292FB4"/>
    <w:rsid w:val="002D5487"/>
    <w:rsid w:val="002D5EFD"/>
    <w:rsid w:val="00306153"/>
    <w:rsid w:val="003165E9"/>
    <w:rsid w:val="0032000B"/>
    <w:rsid w:val="00326D9E"/>
    <w:rsid w:val="003359B0"/>
    <w:rsid w:val="003369FD"/>
    <w:rsid w:val="00337991"/>
    <w:rsid w:val="00370F39"/>
    <w:rsid w:val="0037232D"/>
    <w:rsid w:val="00373415"/>
    <w:rsid w:val="003A257F"/>
    <w:rsid w:val="003B1AF7"/>
    <w:rsid w:val="003E1607"/>
    <w:rsid w:val="003E3281"/>
    <w:rsid w:val="003F4A7E"/>
    <w:rsid w:val="004104BF"/>
    <w:rsid w:val="004673E5"/>
    <w:rsid w:val="004A29CE"/>
    <w:rsid w:val="004B78A2"/>
    <w:rsid w:val="004E15BA"/>
    <w:rsid w:val="005030B6"/>
    <w:rsid w:val="00505440"/>
    <w:rsid w:val="00511037"/>
    <w:rsid w:val="0052503B"/>
    <w:rsid w:val="00526280"/>
    <w:rsid w:val="00552CC2"/>
    <w:rsid w:val="00556D36"/>
    <w:rsid w:val="0055712A"/>
    <w:rsid w:val="005751D7"/>
    <w:rsid w:val="005819A2"/>
    <w:rsid w:val="005A443A"/>
    <w:rsid w:val="005A5192"/>
    <w:rsid w:val="005B5754"/>
    <w:rsid w:val="005F5E89"/>
    <w:rsid w:val="005F7131"/>
    <w:rsid w:val="00616CCD"/>
    <w:rsid w:val="00617EE0"/>
    <w:rsid w:val="00635022"/>
    <w:rsid w:val="006351ED"/>
    <w:rsid w:val="00645A2C"/>
    <w:rsid w:val="00687429"/>
    <w:rsid w:val="006A7CED"/>
    <w:rsid w:val="006C2FFD"/>
    <w:rsid w:val="006D0060"/>
    <w:rsid w:val="006D5184"/>
    <w:rsid w:val="006E3994"/>
    <w:rsid w:val="006E5525"/>
    <w:rsid w:val="006E5E80"/>
    <w:rsid w:val="00712D59"/>
    <w:rsid w:val="007144AA"/>
    <w:rsid w:val="00745F65"/>
    <w:rsid w:val="00752A8C"/>
    <w:rsid w:val="00792925"/>
    <w:rsid w:val="007A3926"/>
    <w:rsid w:val="007C3E5C"/>
    <w:rsid w:val="007E29A7"/>
    <w:rsid w:val="007E2A50"/>
    <w:rsid w:val="007E4193"/>
    <w:rsid w:val="00826FC0"/>
    <w:rsid w:val="00844EA5"/>
    <w:rsid w:val="008521C3"/>
    <w:rsid w:val="0085688F"/>
    <w:rsid w:val="008600B6"/>
    <w:rsid w:val="008620E9"/>
    <w:rsid w:val="00873855"/>
    <w:rsid w:val="00876AE4"/>
    <w:rsid w:val="00891B89"/>
    <w:rsid w:val="008B7DE0"/>
    <w:rsid w:val="008C7AC6"/>
    <w:rsid w:val="008D4517"/>
    <w:rsid w:val="008E45B8"/>
    <w:rsid w:val="008F0A5D"/>
    <w:rsid w:val="008F2DCE"/>
    <w:rsid w:val="008F6440"/>
    <w:rsid w:val="008F795B"/>
    <w:rsid w:val="00906CB2"/>
    <w:rsid w:val="00907DEF"/>
    <w:rsid w:val="00921CA3"/>
    <w:rsid w:val="00924BB4"/>
    <w:rsid w:val="00935DE0"/>
    <w:rsid w:val="00947A08"/>
    <w:rsid w:val="00986077"/>
    <w:rsid w:val="009902F6"/>
    <w:rsid w:val="00A44E44"/>
    <w:rsid w:val="00A47A4D"/>
    <w:rsid w:val="00A72383"/>
    <w:rsid w:val="00AB414D"/>
    <w:rsid w:val="00AC5A79"/>
    <w:rsid w:val="00B153CF"/>
    <w:rsid w:val="00B35F3C"/>
    <w:rsid w:val="00B7235B"/>
    <w:rsid w:val="00B84849"/>
    <w:rsid w:val="00B9013D"/>
    <w:rsid w:val="00BE7D47"/>
    <w:rsid w:val="00BE7E20"/>
    <w:rsid w:val="00C11F81"/>
    <w:rsid w:val="00C20B8A"/>
    <w:rsid w:val="00C408B4"/>
    <w:rsid w:val="00C6112E"/>
    <w:rsid w:val="00C6452B"/>
    <w:rsid w:val="00C67FDC"/>
    <w:rsid w:val="00C83496"/>
    <w:rsid w:val="00CB63D8"/>
    <w:rsid w:val="00CC7E6B"/>
    <w:rsid w:val="00CE5A87"/>
    <w:rsid w:val="00CF2109"/>
    <w:rsid w:val="00CF6B4C"/>
    <w:rsid w:val="00D004E4"/>
    <w:rsid w:val="00D236C4"/>
    <w:rsid w:val="00D355AC"/>
    <w:rsid w:val="00D5318A"/>
    <w:rsid w:val="00D637AA"/>
    <w:rsid w:val="00D67603"/>
    <w:rsid w:val="00DE438F"/>
    <w:rsid w:val="00DF5C31"/>
    <w:rsid w:val="00E0705D"/>
    <w:rsid w:val="00E344CE"/>
    <w:rsid w:val="00E54A6D"/>
    <w:rsid w:val="00E574DD"/>
    <w:rsid w:val="00E62766"/>
    <w:rsid w:val="00E63DD2"/>
    <w:rsid w:val="00E71EFA"/>
    <w:rsid w:val="00E840E4"/>
    <w:rsid w:val="00E8523E"/>
    <w:rsid w:val="00E90968"/>
    <w:rsid w:val="00EA1446"/>
    <w:rsid w:val="00EC6A7F"/>
    <w:rsid w:val="00EC780B"/>
    <w:rsid w:val="00ED396D"/>
    <w:rsid w:val="00ED65B2"/>
    <w:rsid w:val="00EE086E"/>
    <w:rsid w:val="00EE3321"/>
    <w:rsid w:val="00EE446B"/>
    <w:rsid w:val="00F04049"/>
    <w:rsid w:val="00F4210F"/>
    <w:rsid w:val="00F71D6C"/>
    <w:rsid w:val="00F75008"/>
    <w:rsid w:val="00FC55EF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B6DE"/>
  <w15:docId w15:val="{44FBD718-F64B-614A-876D-0E55ACE0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paragraph" w:customStyle="1" w:styleId="Corps">
    <w:name w:val="Corps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iquette">
    <w:name w:val="Étiquette"/>
    <w:pPr>
      <w:keepLines/>
      <w:jc w:val="center"/>
    </w:pPr>
    <w:rPr>
      <w:rFonts w:ascii="Helvetica Neue Medium" w:hAnsi="Helvetica Neue Medium" w:cs="Arial Unicode MS"/>
      <w:color w:val="FFFFFF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Mentionnonrsolue">
    <w:name w:val="Unresolved Mention"/>
    <w:basedOn w:val="Policepardfaut"/>
    <w:uiPriority w:val="99"/>
    <w:semiHidden/>
    <w:unhideWhenUsed/>
    <w:rsid w:val="00745F65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CC7E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C7E6B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CC7E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C7E6B"/>
    <w:rPr>
      <w:sz w:val="24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2D5487"/>
    <w:pPr>
      <w:ind w:left="720"/>
      <w:contextualSpacing/>
    </w:pPr>
  </w:style>
  <w:style w:type="table" w:styleId="Grilledutableau">
    <w:name w:val="Table Grid"/>
    <w:basedOn w:val="TableauNormal"/>
    <w:uiPriority w:val="39"/>
    <w:rsid w:val="00CB6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BE7E20"/>
    <w:rPr>
      <w:color w:val="FF00FF" w:themeColor="followedHyperlink"/>
      <w:u w:val="single"/>
    </w:rPr>
  </w:style>
  <w:style w:type="table" w:customStyle="1" w:styleId="TableNormal">
    <w:name w:val="Table Normal"/>
    <w:rsid w:val="00D637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505440"/>
    <w:pPr>
      <w:spacing w:after="200"/>
    </w:pPr>
    <w:rPr>
      <w:i/>
      <w:iCs/>
      <w:color w:val="5E5E5E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nejsb/Library/Group%20Containers/UBF8T346G9.Office/User%20Content.localized/Templates.localized/Mode&#768;leDossierDANE.dotx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3ff14b-55ec-45d6-9772-1cf785b88842">
      <Terms xmlns="http://schemas.microsoft.com/office/infopath/2007/PartnerControls"/>
    </lcf76f155ced4ddcb4097134ff3c332f>
    <TaxCatchAll xmlns="520ea74f-b9fc-470a-964c-6823e72e947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E76DA1B52B8542A618F54FC609CECB" ma:contentTypeVersion="11" ma:contentTypeDescription="Crée un document." ma:contentTypeScope="" ma:versionID="4193d493db6a7f60ae91b7dd4758f7f5">
  <xsd:schema xmlns:xsd="http://www.w3.org/2001/XMLSchema" xmlns:xs="http://www.w3.org/2001/XMLSchema" xmlns:p="http://schemas.microsoft.com/office/2006/metadata/properties" xmlns:ns2="303ff14b-55ec-45d6-9772-1cf785b88842" xmlns:ns3="520ea74f-b9fc-470a-964c-6823e72e9477" targetNamespace="http://schemas.microsoft.com/office/2006/metadata/properties" ma:root="true" ma:fieldsID="b85964fad7f24333707ca44d75df26e1" ns2:_="" ns3:_="">
    <xsd:import namespace="303ff14b-55ec-45d6-9772-1cf785b88842"/>
    <xsd:import namespace="520ea74f-b9fc-470a-964c-6823e72e94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ff14b-55ec-45d6-9772-1cf785b888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0cb0176-2de3-48f0-a0d3-60f39c7fa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ea74f-b9fc-470a-964c-6823e72e94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dfdf45d-5d91-44e6-9f34-85d1c01d501c}" ma:internalName="TaxCatchAll" ma:showField="CatchAllData" ma:web="520ea74f-b9fc-470a-964c-6823e72e94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584D3-EC96-4E6A-ABBF-5162545FEA36}">
  <ds:schemaRefs>
    <ds:schemaRef ds:uri="http://schemas.microsoft.com/office/2006/metadata/properties"/>
    <ds:schemaRef ds:uri="http://schemas.microsoft.com/office/infopath/2007/PartnerControls"/>
    <ds:schemaRef ds:uri="303ff14b-55ec-45d6-9772-1cf785b88842"/>
    <ds:schemaRef ds:uri="520ea74f-b9fc-470a-964c-6823e72e9477"/>
  </ds:schemaRefs>
</ds:datastoreItem>
</file>

<file path=customXml/itemProps2.xml><?xml version="1.0" encoding="utf-8"?>
<ds:datastoreItem xmlns:ds="http://schemas.openxmlformats.org/officeDocument/2006/customXml" ds:itemID="{43F16C8C-1C00-4F73-93BC-8FD1C03BA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ff14b-55ec-45d6-9772-1cf785b88842"/>
    <ds:schemaRef ds:uri="520ea74f-b9fc-470a-964c-6823e72e9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EB9AA-7095-4E72-BD11-C9D9D208F0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ModèleDossierDANE.dotx</Template>
  <TotalTime>6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Jean-Sébastien BARBOTEU</dc:creator>
  <cp:keywords/>
  <cp:lastModifiedBy>Jean-Sébastien BARBOTEU</cp:lastModifiedBy>
  <cp:revision>8</cp:revision>
  <dcterms:created xsi:type="dcterms:W3CDTF">2024-01-19T14:32:00Z</dcterms:created>
  <dcterms:modified xsi:type="dcterms:W3CDTF">2024-01-26T07:44:00Z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0x010100C1E76DA1B52B8542A618F54FC609CECB</vt:lpwstr>
  </property>
  <property fmtid="{D5CDD505-2E9C-101B-9397-08002B2CF9AE}" pid="3" name="MediaServiceImageTags">
    <vt:lpwstr/>
  </property>
</Properties>
</file>